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316" w:rsidRDefault="00A47316" w:rsidP="0099254C">
      <w:pPr>
        <w:pStyle w:val="Heading1"/>
        <w:jc w:val="center"/>
        <w:rPr>
          <w:sz w:val="28"/>
          <w:szCs w:val="28"/>
        </w:rPr>
      </w:pPr>
    </w:p>
    <w:p w:rsidR="00A47316" w:rsidRDefault="00A47316" w:rsidP="0099254C">
      <w:pPr>
        <w:pStyle w:val="Heading1"/>
        <w:jc w:val="center"/>
        <w:rPr>
          <w:sz w:val="28"/>
          <w:szCs w:val="28"/>
        </w:rPr>
      </w:pPr>
      <w:r w:rsidRPr="007359E5">
        <w:rPr>
          <w:sz w:val="28"/>
          <w:szCs w:val="28"/>
        </w:rPr>
        <w:t>Об  утверждении Порядка формиров</w:t>
      </w:r>
      <w:r>
        <w:rPr>
          <w:sz w:val="28"/>
          <w:szCs w:val="28"/>
        </w:rPr>
        <w:t>ания перечня налоговых расходов</w:t>
      </w:r>
    </w:p>
    <w:p w:rsidR="00A47316" w:rsidRPr="007359E5" w:rsidRDefault="00A47316" w:rsidP="0099254C">
      <w:pPr>
        <w:pStyle w:val="Heading1"/>
        <w:jc w:val="center"/>
        <w:rPr>
          <w:color w:val="FF6600"/>
          <w:sz w:val="28"/>
          <w:szCs w:val="28"/>
        </w:rPr>
      </w:pPr>
      <w:r w:rsidRPr="007359E5">
        <w:rPr>
          <w:sz w:val="28"/>
          <w:szCs w:val="28"/>
        </w:rPr>
        <w:t xml:space="preserve">и осуществления оценки налоговых расходов Няндомского муниципального округа Архангельской области </w:t>
      </w:r>
    </w:p>
    <w:p w:rsidR="00A47316" w:rsidRPr="00403D44" w:rsidRDefault="00A47316" w:rsidP="00E8530B">
      <w:pPr>
        <w:spacing w:line="240" w:lineRule="auto"/>
        <w:rPr>
          <w:sz w:val="24"/>
          <w:szCs w:val="24"/>
        </w:rPr>
      </w:pPr>
    </w:p>
    <w:p w:rsidR="00A47316" w:rsidRPr="00E8530B" w:rsidRDefault="00A47316" w:rsidP="00702756">
      <w:pPr>
        <w:ind w:firstLine="709"/>
        <w:rPr>
          <w:rFonts w:ascii="Times New Roman" w:hAnsi="Times New Roman"/>
          <w:b/>
          <w:sz w:val="28"/>
          <w:szCs w:val="28"/>
        </w:rPr>
      </w:pPr>
      <w:r w:rsidRPr="007359E5">
        <w:rPr>
          <w:rFonts w:ascii="Times New Roman" w:hAnsi="Times New Roman"/>
          <w:sz w:val="28"/>
          <w:szCs w:val="28"/>
        </w:rPr>
        <w:t xml:space="preserve">В соответствии со статьей 174.3 Бюджетного кодекса Российской Федерации, общими требованиями к оценке налоговых расходов субъектов Российской Федерации и муниципальных образований, утвержденными постановлением Правительства Российской Федерации от 22 июня 2019 года № 796, Порядком формирования перечня налоговых расходов Архангельской области и осуществления оценки налоговых расходов Архангельской области, утвержденным постановлением Правительства Архангельской области от 31 декабря 2019 года № 784-пп, руководствуясь </w:t>
      </w:r>
      <w:r w:rsidRPr="00E523A7">
        <w:rPr>
          <w:rFonts w:ascii="Times New Roman" w:hAnsi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/>
          <w:color w:val="000000"/>
          <w:sz w:val="28"/>
          <w:szCs w:val="28"/>
        </w:rPr>
        <w:t>ями</w:t>
      </w:r>
      <w:r w:rsidRPr="00E523A7">
        <w:rPr>
          <w:rFonts w:ascii="Times New Roman" w:hAnsi="Times New Roman"/>
          <w:color w:val="000000"/>
          <w:sz w:val="28"/>
          <w:szCs w:val="28"/>
        </w:rPr>
        <w:t xml:space="preserve"> 6</w:t>
      </w:r>
      <w:r>
        <w:rPr>
          <w:rFonts w:ascii="Times New Roman" w:hAnsi="Times New Roman"/>
          <w:color w:val="000000"/>
          <w:sz w:val="28"/>
          <w:szCs w:val="28"/>
        </w:rPr>
        <w:t>, 40</w:t>
      </w:r>
      <w:r w:rsidRPr="00E523A7">
        <w:rPr>
          <w:rFonts w:ascii="Times New Roman" w:hAnsi="Times New Roman"/>
          <w:color w:val="000000"/>
          <w:sz w:val="28"/>
          <w:szCs w:val="28"/>
        </w:rPr>
        <w:t xml:space="preserve"> Устава Няндомского муниципального округа Архангельской области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7359E5">
        <w:rPr>
          <w:rFonts w:ascii="Times New Roman" w:hAnsi="Times New Roman"/>
          <w:sz w:val="28"/>
          <w:szCs w:val="28"/>
        </w:rPr>
        <w:t xml:space="preserve"> </w:t>
      </w:r>
      <w:r w:rsidRPr="00E523A7">
        <w:rPr>
          <w:rFonts w:ascii="Times New Roman" w:hAnsi="Times New Roman"/>
          <w:color w:val="000000"/>
          <w:sz w:val="28"/>
          <w:szCs w:val="28"/>
        </w:rPr>
        <w:t xml:space="preserve">администрация Няндомского муниципального округа Архангельской области  </w:t>
      </w:r>
      <w:r w:rsidRPr="00E8530B"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A47316" w:rsidRDefault="00A47316" w:rsidP="00702756">
      <w:pPr>
        <w:pStyle w:val="Heading1"/>
        <w:spacing w:line="276" w:lineRule="auto"/>
        <w:ind w:firstLine="709"/>
        <w:rPr>
          <w:b w:val="0"/>
          <w:sz w:val="28"/>
          <w:szCs w:val="28"/>
        </w:rPr>
      </w:pPr>
      <w:r w:rsidRPr="007359E5">
        <w:rPr>
          <w:b w:val="0"/>
          <w:sz w:val="28"/>
          <w:szCs w:val="28"/>
        </w:rPr>
        <w:t xml:space="preserve">1. Утвердить прилагаемый Порядок формирования перечня налоговых расходов и осуществления оценки налоговых расходов Няндомского муниципального </w:t>
      </w:r>
      <w:r>
        <w:rPr>
          <w:b w:val="0"/>
          <w:sz w:val="28"/>
          <w:szCs w:val="28"/>
        </w:rPr>
        <w:t>округа</w:t>
      </w:r>
      <w:r w:rsidRPr="007359E5">
        <w:rPr>
          <w:b w:val="0"/>
          <w:sz w:val="28"/>
          <w:szCs w:val="28"/>
        </w:rPr>
        <w:t xml:space="preserve"> Архангельской области</w:t>
      </w:r>
      <w:r>
        <w:rPr>
          <w:b w:val="0"/>
          <w:sz w:val="28"/>
          <w:szCs w:val="28"/>
        </w:rPr>
        <w:t>.</w:t>
      </w:r>
    </w:p>
    <w:p w:rsidR="00A47316" w:rsidRPr="007359E5" w:rsidRDefault="00A47316" w:rsidP="00702756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FF216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 </w:t>
      </w:r>
      <w:r w:rsidRPr="00E523A7">
        <w:rPr>
          <w:rFonts w:ascii="Times New Roman" w:hAnsi="Times New Roman"/>
          <w:sz w:val="28"/>
          <w:szCs w:val="28"/>
        </w:rPr>
        <w:t>Признать утратившим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E523A7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«Няндомский муниципальный район»</w:t>
      </w:r>
      <w:r w:rsidRPr="00BC654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        30 марта 2020 года № 177 «Об утверждении Порядка формирования перечня налоговых расходов и осуществления оценки налоговых расходов Няндомского муниципального района Архангельской области и муниципального образования «Няндомское».</w:t>
      </w:r>
    </w:p>
    <w:p w:rsidR="00A47316" w:rsidRPr="00E523A7" w:rsidRDefault="00A47316" w:rsidP="00702756">
      <w:pPr>
        <w:ind w:firstLine="709"/>
        <w:rPr>
          <w:rFonts w:ascii="Times New Roman" w:hAnsi="Times New Roman"/>
          <w:sz w:val="28"/>
          <w:szCs w:val="28"/>
        </w:rPr>
      </w:pPr>
      <w:r w:rsidRPr="00E523A7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периодическом печатном издании «Вестник Няндомского </w:t>
      </w:r>
      <w:r>
        <w:rPr>
          <w:rFonts w:ascii="Times New Roman" w:hAnsi="Times New Roman"/>
          <w:sz w:val="28"/>
          <w:szCs w:val="28"/>
        </w:rPr>
        <w:t>района</w:t>
      </w:r>
      <w:r w:rsidRPr="00E523A7">
        <w:rPr>
          <w:rFonts w:ascii="Times New Roman" w:hAnsi="Times New Roman"/>
          <w:sz w:val="28"/>
          <w:szCs w:val="28"/>
        </w:rPr>
        <w:t xml:space="preserve">» и разместить на официальном сайте администрации Няндомского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E523A7">
        <w:rPr>
          <w:rFonts w:ascii="Times New Roman" w:hAnsi="Times New Roman"/>
          <w:sz w:val="28"/>
          <w:szCs w:val="28"/>
        </w:rPr>
        <w:t xml:space="preserve"> Архангельской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sz w:val="27"/>
          <w:szCs w:val="27"/>
        </w:rPr>
        <w:t xml:space="preserve"> </w:t>
      </w:r>
      <w:r w:rsidRPr="00E8530B">
        <w:rPr>
          <w:rFonts w:ascii="Times New Roman" w:hAnsi="Times New Roman"/>
          <w:sz w:val="27"/>
          <w:szCs w:val="27"/>
        </w:rPr>
        <w:t>в информационно-телекоммуникационной сети «Интернет»</w:t>
      </w:r>
      <w:r w:rsidRPr="00E8530B">
        <w:rPr>
          <w:rFonts w:ascii="Times New Roman" w:hAnsi="Times New Roman"/>
          <w:sz w:val="28"/>
          <w:szCs w:val="28"/>
        </w:rPr>
        <w:t>.</w:t>
      </w:r>
    </w:p>
    <w:p w:rsidR="00A47316" w:rsidRDefault="00A47316" w:rsidP="00702756">
      <w:pPr>
        <w:ind w:firstLine="709"/>
        <w:rPr>
          <w:rFonts w:ascii="Times New Roman" w:hAnsi="Times New Roman"/>
          <w:sz w:val="28"/>
          <w:szCs w:val="28"/>
        </w:rPr>
      </w:pPr>
    </w:p>
    <w:p w:rsidR="00A47316" w:rsidRDefault="00A47316" w:rsidP="00702756">
      <w:pPr>
        <w:ind w:firstLine="709"/>
        <w:rPr>
          <w:rFonts w:ascii="Times New Roman" w:hAnsi="Times New Roman"/>
          <w:sz w:val="28"/>
          <w:szCs w:val="28"/>
        </w:rPr>
      </w:pPr>
    </w:p>
    <w:p w:rsidR="00A47316" w:rsidRPr="00E523A7" w:rsidRDefault="00A47316" w:rsidP="00702756">
      <w:pPr>
        <w:ind w:firstLine="709"/>
        <w:rPr>
          <w:rFonts w:ascii="Times New Roman" w:hAnsi="Times New Roman"/>
          <w:sz w:val="28"/>
          <w:szCs w:val="28"/>
        </w:rPr>
      </w:pPr>
      <w:r w:rsidRPr="00E523A7">
        <w:rPr>
          <w:rFonts w:ascii="Times New Roman" w:hAnsi="Times New Roman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A47316" w:rsidRPr="00FF2166" w:rsidRDefault="00A47316" w:rsidP="00C46F1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7316" w:rsidRPr="00FF2166" w:rsidRDefault="00A47316" w:rsidP="0099254C">
      <w:pPr>
        <w:rPr>
          <w:lang w:eastAsia="ru-RU"/>
        </w:rPr>
      </w:pPr>
    </w:p>
    <w:p w:rsidR="00A47316" w:rsidRDefault="00A47316" w:rsidP="00E523A7">
      <w:pPr>
        <w:spacing w:line="240" w:lineRule="auto"/>
        <w:ind w:firstLine="72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5637"/>
        <w:gridCol w:w="3933"/>
      </w:tblGrid>
      <w:tr w:rsidR="00A47316" w:rsidRPr="00E523A7" w:rsidTr="005D4D46">
        <w:tc>
          <w:tcPr>
            <w:tcW w:w="5637" w:type="dxa"/>
          </w:tcPr>
          <w:p w:rsidR="00A47316" w:rsidRPr="00786754" w:rsidRDefault="00A47316" w:rsidP="00E523A7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86754">
              <w:rPr>
                <w:b/>
                <w:bCs/>
                <w:color w:val="000000"/>
                <w:sz w:val="28"/>
                <w:szCs w:val="28"/>
              </w:rPr>
              <w:t>Глава Няндомского</w:t>
            </w:r>
          </w:p>
          <w:p w:rsidR="00A47316" w:rsidRPr="00786754" w:rsidRDefault="00A47316" w:rsidP="00E523A7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86754">
              <w:rPr>
                <w:b/>
                <w:bCs/>
                <w:color w:val="000000"/>
                <w:sz w:val="28"/>
                <w:szCs w:val="28"/>
              </w:rPr>
              <w:t>муниципального округа</w:t>
            </w:r>
          </w:p>
          <w:p w:rsidR="00A47316" w:rsidRPr="00786754" w:rsidRDefault="00A47316" w:rsidP="00E523A7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  <w:highlight w:val="yellow"/>
              </w:rPr>
            </w:pPr>
            <w:r w:rsidRPr="00786754">
              <w:rPr>
                <w:b/>
                <w:bCs/>
                <w:color w:val="000000"/>
                <w:sz w:val="28"/>
                <w:szCs w:val="28"/>
              </w:rPr>
              <w:t>Архангельской области</w:t>
            </w:r>
            <w:r w:rsidRPr="0078675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:rsidR="00A47316" w:rsidRPr="00786754" w:rsidRDefault="00A47316" w:rsidP="00E523A7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sz w:val="28"/>
                <w:szCs w:val="28"/>
              </w:rPr>
            </w:pPr>
          </w:p>
          <w:p w:rsidR="00A47316" w:rsidRPr="00786754" w:rsidRDefault="00A47316" w:rsidP="00E523A7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sz w:val="28"/>
                <w:szCs w:val="28"/>
              </w:rPr>
            </w:pPr>
          </w:p>
          <w:p w:rsidR="00A47316" w:rsidRPr="00786754" w:rsidRDefault="00A47316" w:rsidP="00E523A7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sz w:val="28"/>
                <w:szCs w:val="28"/>
              </w:rPr>
            </w:pPr>
            <w:r w:rsidRPr="00786754">
              <w:rPr>
                <w:b/>
                <w:sz w:val="28"/>
                <w:szCs w:val="28"/>
              </w:rPr>
              <w:t>А.В.Кононов</w:t>
            </w:r>
          </w:p>
        </w:tc>
      </w:tr>
    </w:tbl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p w:rsidR="00A47316" w:rsidRPr="00E523A7" w:rsidRDefault="00A4731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sectPr w:rsidR="00A47316" w:rsidRPr="00E523A7" w:rsidSect="005768BC">
      <w:headerReference w:type="default" r:id="rId7"/>
      <w:headerReference w:type="first" r:id="rId8"/>
      <w:pgSz w:w="11906" w:h="16838"/>
      <w:pgMar w:top="567" w:right="851" w:bottom="0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316" w:rsidRDefault="00A47316" w:rsidP="00D729AA">
      <w:pPr>
        <w:spacing w:line="240" w:lineRule="auto"/>
      </w:pPr>
      <w:r>
        <w:separator/>
      </w:r>
    </w:p>
  </w:endnote>
  <w:endnote w:type="continuationSeparator" w:id="0">
    <w:p w:rsidR="00A47316" w:rsidRDefault="00A47316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316" w:rsidRDefault="00A47316" w:rsidP="00D729AA">
      <w:pPr>
        <w:spacing w:line="240" w:lineRule="auto"/>
      </w:pPr>
      <w:r>
        <w:separator/>
      </w:r>
    </w:p>
  </w:footnote>
  <w:footnote w:type="continuationSeparator" w:id="0">
    <w:p w:rsidR="00A47316" w:rsidRDefault="00A47316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316" w:rsidRDefault="00A47316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A47316" w:rsidRDefault="00A4731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vertAnchor="text" w:horzAnchor="margin" w:tblpY="123"/>
      <w:tblW w:w="9615" w:type="dxa"/>
      <w:tblLook w:val="00A0"/>
    </w:tblPr>
    <w:tblGrid>
      <w:gridCol w:w="9615"/>
    </w:tblGrid>
    <w:tr w:rsidR="00A47316" w:rsidRPr="005D4D46" w:rsidTr="005D4D46">
      <w:trPr>
        <w:trHeight w:val="1096"/>
      </w:trPr>
      <w:tc>
        <w:tcPr>
          <w:tcW w:w="9615" w:type="dxa"/>
        </w:tcPr>
        <w:p w:rsidR="00A47316" w:rsidRPr="005D4D46" w:rsidRDefault="00A47316" w:rsidP="005D4D46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  <w:r w:rsidRPr="00A847DF">
            <w:rPr>
              <w:rFonts w:ascii="Times New Roman" w:hAnsi="Times New Roman"/>
              <w:b/>
              <w:noProof/>
              <w:sz w:val="36"/>
              <w:szCs w:val="36"/>
              <w:lang w:eastAsia="ru-RU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исунок 2" o:spid="_x0000_i1026" type="#_x0000_t75" alt="Няндомский район-Г одноцветный" style="width:43.8pt;height:50.4pt;visibility:visible">
                <v:imagedata r:id="rId1" o:title=""/>
              </v:shape>
            </w:pict>
          </w:r>
        </w:p>
        <w:p w:rsidR="00A47316" w:rsidRPr="005D4D46" w:rsidRDefault="00A4731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A47316" w:rsidRPr="005D4D46" w:rsidTr="005D4D46">
      <w:trPr>
        <w:trHeight w:val="1084"/>
      </w:trPr>
      <w:tc>
        <w:tcPr>
          <w:tcW w:w="9615" w:type="dxa"/>
        </w:tcPr>
        <w:p w:rsidR="00A47316" w:rsidRPr="005D4D46" w:rsidRDefault="00A4731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АДМИНИСТРАЦИЯ</w:t>
          </w:r>
        </w:p>
        <w:p w:rsidR="00A47316" w:rsidRPr="005D4D46" w:rsidRDefault="00A4731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 xml:space="preserve">НЯНДОМСКОГО МУНИЦИПАЛЬНОГО </w:t>
          </w:r>
          <w:r w:rsidRPr="00E523A7">
            <w:rPr>
              <w:rFonts w:ascii="Times New Roman" w:hAnsi="Times New Roman"/>
              <w:b/>
              <w:sz w:val="28"/>
              <w:szCs w:val="28"/>
            </w:rPr>
            <w:t>ОКРУГА</w:t>
          </w:r>
        </w:p>
        <w:p w:rsidR="00A47316" w:rsidRPr="005D4D46" w:rsidRDefault="00A4731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АРХАНГЕЛЬСКОЙ ОБЛАСТИ</w:t>
          </w:r>
        </w:p>
        <w:p w:rsidR="00A47316" w:rsidRPr="005D4D46" w:rsidRDefault="00A47316" w:rsidP="005D4D46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</w:p>
      </w:tc>
    </w:tr>
    <w:tr w:rsidR="00A47316" w:rsidRPr="005D4D46" w:rsidTr="005D4D46">
      <w:trPr>
        <w:trHeight w:val="319"/>
      </w:trPr>
      <w:tc>
        <w:tcPr>
          <w:tcW w:w="9615" w:type="dxa"/>
        </w:tcPr>
        <w:p w:rsidR="00A47316" w:rsidRPr="005D4D46" w:rsidRDefault="00A47316" w:rsidP="005D4D46">
          <w:pPr>
            <w:spacing w:line="240" w:lineRule="auto"/>
            <w:jc w:val="center"/>
            <w:rPr>
              <w:rFonts w:ascii="Georgia" w:hAnsi="Georgia"/>
              <w:b/>
              <w:sz w:val="36"/>
              <w:szCs w:val="36"/>
            </w:rPr>
          </w:pPr>
          <w:r w:rsidRPr="005D4D46">
            <w:rPr>
              <w:rFonts w:ascii="Georgia" w:hAnsi="Georgia"/>
              <w:b/>
              <w:sz w:val="36"/>
              <w:szCs w:val="36"/>
            </w:rPr>
            <w:t>П О С Т А Н О В Л Е Н И Е</w:t>
          </w:r>
        </w:p>
      </w:tc>
    </w:tr>
    <w:tr w:rsidR="00A47316" w:rsidRPr="005D4D46" w:rsidTr="005D4D46">
      <w:trPr>
        <w:trHeight w:val="260"/>
      </w:trPr>
      <w:tc>
        <w:tcPr>
          <w:tcW w:w="9615" w:type="dxa"/>
        </w:tcPr>
        <w:p w:rsidR="00A47316" w:rsidRPr="005D4D46" w:rsidRDefault="00A47316" w:rsidP="005D4D46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A47316" w:rsidRPr="005D4D46" w:rsidTr="005D4D46">
      <w:trPr>
        <w:trHeight w:val="247"/>
      </w:trPr>
      <w:tc>
        <w:tcPr>
          <w:tcW w:w="9615" w:type="dxa"/>
        </w:tcPr>
        <w:p w:rsidR="00A47316" w:rsidRPr="005D4D46" w:rsidRDefault="00A47316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  <w:sz w:val="28"/>
              <w:szCs w:val="28"/>
            </w:rPr>
            <w:t xml:space="preserve">от « </w:t>
          </w:r>
          <w:r>
            <w:rPr>
              <w:rFonts w:ascii="Times New Roman" w:hAnsi="Times New Roman"/>
              <w:sz w:val="28"/>
              <w:szCs w:val="28"/>
            </w:rPr>
            <w:t>09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»  </w:t>
          </w:r>
          <w:r>
            <w:rPr>
              <w:rFonts w:ascii="Times New Roman" w:hAnsi="Times New Roman"/>
              <w:sz w:val="28"/>
              <w:szCs w:val="28"/>
            </w:rPr>
            <w:t xml:space="preserve">января </w:t>
          </w:r>
          <w:r w:rsidRPr="005D4D46">
            <w:rPr>
              <w:rFonts w:ascii="Times New Roman" w:hAnsi="Times New Roman"/>
              <w:sz w:val="28"/>
              <w:szCs w:val="28"/>
            </w:rPr>
            <w:t>202</w:t>
          </w:r>
          <w:r>
            <w:rPr>
              <w:rFonts w:ascii="Times New Roman" w:hAnsi="Times New Roman"/>
              <w:sz w:val="28"/>
              <w:szCs w:val="28"/>
            </w:rPr>
            <w:t xml:space="preserve">3 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г. № </w:t>
          </w:r>
          <w:r>
            <w:rPr>
              <w:rFonts w:ascii="Times New Roman" w:hAnsi="Times New Roman"/>
              <w:sz w:val="28"/>
              <w:szCs w:val="28"/>
            </w:rPr>
            <w:t>5</w:t>
          </w:r>
          <w:r w:rsidRPr="005D4D46">
            <w:rPr>
              <w:rFonts w:ascii="Times New Roman" w:hAnsi="Times New Roman"/>
              <w:sz w:val="28"/>
              <w:szCs w:val="28"/>
            </w:rPr>
            <w:t>-па</w:t>
          </w:r>
        </w:p>
      </w:tc>
    </w:tr>
    <w:tr w:rsidR="00A47316" w:rsidRPr="005D4D46" w:rsidTr="005D4D46">
      <w:trPr>
        <w:trHeight w:val="247"/>
      </w:trPr>
      <w:tc>
        <w:tcPr>
          <w:tcW w:w="9615" w:type="dxa"/>
        </w:tcPr>
        <w:p w:rsidR="00A47316" w:rsidRPr="005D4D46" w:rsidRDefault="00A47316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  <w:tr w:rsidR="00A47316" w:rsidRPr="005D4D46" w:rsidTr="005D4D46">
      <w:trPr>
        <w:trHeight w:val="201"/>
      </w:trPr>
      <w:tc>
        <w:tcPr>
          <w:tcW w:w="9615" w:type="dxa"/>
        </w:tcPr>
        <w:p w:rsidR="00A47316" w:rsidRPr="005D4D46" w:rsidRDefault="00A47316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</w:rPr>
            <w:t>г. Няндома</w:t>
          </w:r>
        </w:p>
      </w:tc>
    </w:tr>
    <w:tr w:rsidR="00A47316" w:rsidRPr="005D4D46" w:rsidTr="005D4D46">
      <w:trPr>
        <w:trHeight w:val="100"/>
      </w:trPr>
      <w:tc>
        <w:tcPr>
          <w:tcW w:w="9615" w:type="dxa"/>
        </w:tcPr>
        <w:p w:rsidR="00A47316" w:rsidRPr="005D4D46" w:rsidRDefault="00A47316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</w:tbl>
  <w:p w:rsidR="00A47316" w:rsidRDefault="00A47316" w:rsidP="00C647DF">
    <w:pPr>
      <w:spacing w:line="240" w:lineRule="auto"/>
      <w:rPr>
        <w:rFonts w:ascii="Times New Roman" w:hAnsi="Times New Roman"/>
        <w:sz w:val="28"/>
        <w:szCs w:val="28"/>
      </w:rPr>
    </w:pPr>
  </w:p>
  <w:p w:rsidR="00A47316" w:rsidRPr="00D729AA" w:rsidRDefault="00A47316" w:rsidP="00C647DF">
    <w:pPr>
      <w:spacing w:line="240" w:lineRule="auto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4A5A2F55"/>
    <w:multiLevelType w:val="hybridMultilevel"/>
    <w:tmpl w:val="9C04D208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4CD12D8B"/>
    <w:multiLevelType w:val="hybridMultilevel"/>
    <w:tmpl w:val="50A42572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D930A710">
      <w:start w:val="1"/>
      <w:numFmt w:val="russianLower"/>
      <w:lvlText w:val="%2)"/>
      <w:lvlJc w:val="left"/>
      <w:pPr>
        <w:tabs>
          <w:tab w:val="num" w:pos="1751"/>
        </w:tabs>
        <w:ind w:left="1751" w:hanging="10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  <w:rPr>
        <w:rFonts w:cs="Times New Roman"/>
      </w:rPr>
    </w:lvl>
  </w:abstractNum>
  <w:abstractNum w:abstractNumId="3">
    <w:nsid w:val="58E81663"/>
    <w:multiLevelType w:val="hybridMultilevel"/>
    <w:tmpl w:val="3522C9E8"/>
    <w:lvl w:ilvl="0" w:tplc="6CC8C16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06A6A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F2B6C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42158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C982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686A3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78832E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9045C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760B6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0D60"/>
    <w:rsid w:val="000027B4"/>
    <w:rsid w:val="00006860"/>
    <w:rsid w:val="00006CC4"/>
    <w:rsid w:val="00006DE3"/>
    <w:rsid w:val="00007481"/>
    <w:rsid w:val="000240F4"/>
    <w:rsid w:val="00026444"/>
    <w:rsid w:val="00026AFE"/>
    <w:rsid w:val="00027EFD"/>
    <w:rsid w:val="00027F7E"/>
    <w:rsid w:val="00033115"/>
    <w:rsid w:val="00033268"/>
    <w:rsid w:val="00034B6A"/>
    <w:rsid w:val="00035B69"/>
    <w:rsid w:val="00040053"/>
    <w:rsid w:val="00041127"/>
    <w:rsid w:val="00041159"/>
    <w:rsid w:val="00044511"/>
    <w:rsid w:val="0004484C"/>
    <w:rsid w:val="00045B13"/>
    <w:rsid w:val="00046675"/>
    <w:rsid w:val="000501E9"/>
    <w:rsid w:val="00054BF6"/>
    <w:rsid w:val="0006005A"/>
    <w:rsid w:val="00060790"/>
    <w:rsid w:val="00062365"/>
    <w:rsid w:val="00065413"/>
    <w:rsid w:val="0007745D"/>
    <w:rsid w:val="00082910"/>
    <w:rsid w:val="0008694A"/>
    <w:rsid w:val="00087955"/>
    <w:rsid w:val="000926B5"/>
    <w:rsid w:val="0009433A"/>
    <w:rsid w:val="000A7A3C"/>
    <w:rsid w:val="000B0B62"/>
    <w:rsid w:val="000B50A3"/>
    <w:rsid w:val="000B6E00"/>
    <w:rsid w:val="000C5944"/>
    <w:rsid w:val="000C6B8B"/>
    <w:rsid w:val="000D50F2"/>
    <w:rsid w:val="000E0050"/>
    <w:rsid w:val="000E11D7"/>
    <w:rsid w:val="000E3C75"/>
    <w:rsid w:val="000F0D60"/>
    <w:rsid w:val="000F4D54"/>
    <w:rsid w:val="000F67EC"/>
    <w:rsid w:val="000F7456"/>
    <w:rsid w:val="00101A3E"/>
    <w:rsid w:val="00101AEC"/>
    <w:rsid w:val="00103A6D"/>
    <w:rsid w:val="00103D9D"/>
    <w:rsid w:val="00104D2D"/>
    <w:rsid w:val="00105C66"/>
    <w:rsid w:val="00112896"/>
    <w:rsid w:val="00113509"/>
    <w:rsid w:val="00116609"/>
    <w:rsid w:val="00117D6A"/>
    <w:rsid w:val="00124EEC"/>
    <w:rsid w:val="001344A3"/>
    <w:rsid w:val="001347EE"/>
    <w:rsid w:val="00134EC6"/>
    <w:rsid w:val="00135807"/>
    <w:rsid w:val="00142E3C"/>
    <w:rsid w:val="00146E08"/>
    <w:rsid w:val="00150D3C"/>
    <w:rsid w:val="00154139"/>
    <w:rsid w:val="00155E0D"/>
    <w:rsid w:val="00157BB8"/>
    <w:rsid w:val="00161133"/>
    <w:rsid w:val="00164455"/>
    <w:rsid w:val="00165F4B"/>
    <w:rsid w:val="00182D39"/>
    <w:rsid w:val="001849D5"/>
    <w:rsid w:val="00187A4F"/>
    <w:rsid w:val="00191EB4"/>
    <w:rsid w:val="001A2DD6"/>
    <w:rsid w:val="001A3F76"/>
    <w:rsid w:val="001B4321"/>
    <w:rsid w:val="001B44E5"/>
    <w:rsid w:val="001B7930"/>
    <w:rsid w:val="001C3640"/>
    <w:rsid w:val="001C3D9A"/>
    <w:rsid w:val="001C5830"/>
    <w:rsid w:val="001D398D"/>
    <w:rsid w:val="001D56FE"/>
    <w:rsid w:val="001D5868"/>
    <w:rsid w:val="001E22E3"/>
    <w:rsid w:val="001E3FC1"/>
    <w:rsid w:val="001E4313"/>
    <w:rsid w:val="001E457C"/>
    <w:rsid w:val="001E6BAD"/>
    <w:rsid w:val="001E7CEC"/>
    <w:rsid w:val="001F0D43"/>
    <w:rsid w:val="001F4E76"/>
    <w:rsid w:val="001F5262"/>
    <w:rsid w:val="001F779C"/>
    <w:rsid w:val="00205F43"/>
    <w:rsid w:val="002065D6"/>
    <w:rsid w:val="00207462"/>
    <w:rsid w:val="00207729"/>
    <w:rsid w:val="0021308E"/>
    <w:rsid w:val="00214F53"/>
    <w:rsid w:val="00217A86"/>
    <w:rsid w:val="002220DB"/>
    <w:rsid w:val="0022229E"/>
    <w:rsid w:val="00222747"/>
    <w:rsid w:val="0022341B"/>
    <w:rsid w:val="002235D0"/>
    <w:rsid w:val="00223A48"/>
    <w:rsid w:val="00231B4C"/>
    <w:rsid w:val="00231E5D"/>
    <w:rsid w:val="002321DC"/>
    <w:rsid w:val="0023240A"/>
    <w:rsid w:val="0023687A"/>
    <w:rsid w:val="00241AD2"/>
    <w:rsid w:val="002477D0"/>
    <w:rsid w:val="00247FAB"/>
    <w:rsid w:val="00250C13"/>
    <w:rsid w:val="0025186F"/>
    <w:rsid w:val="002518E7"/>
    <w:rsid w:val="002610ED"/>
    <w:rsid w:val="00266050"/>
    <w:rsid w:val="0026691D"/>
    <w:rsid w:val="0027023E"/>
    <w:rsid w:val="00273C81"/>
    <w:rsid w:val="00281C02"/>
    <w:rsid w:val="00281FF1"/>
    <w:rsid w:val="00282178"/>
    <w:rsid w:val="002837EA"/>
    <w:rsid w:val="00286DE1"/>
    <w:rsid w:val="00290474"/>
    <w:rsid w:val="002917B2"/>
    <w:rsid w:val="00297832"/>
    <w:rsid w:val="00297D07"/>
    <w:rsid w:val="002A23A1"/>
    <w:rsid w:val="002A3E2E"/>
    <w:rsid w:val="002A57D5"/>
    <w:rsid w:val="002A7260"/>
    <w:rsid w:val="002B2D96"/>
    <w:rsid w:val="002B544A"/>
    <w:rsid w:val="002C1A2E"/>
    <w:rsid w:val="002C65AB"/>
    <w:rsid w:val="002D2CCB"/>
    <w:rsid w:val="002E4392"/>
    <w:rsid w:val="002F09D7"/>
    <w:rsid w:val="002F2F1F"/>
    <w:rsid w:val="002F6EEF"/>
    <w:rsid w:val="00311AC1"/>
    <w:rsid w:val="0031243A"/>
    <w:rsid w:val="003140FF"/>
    <w:rsid w:val="0033264F"/>
    <w:rsid w:val="00334A54"/>
    <w:rsid w:val="003359BA"/>
    <w:rsid w:val="00336942"/>
    <w:rsid w:val="003375F9"/>
    <w:rsid w:val="003403E0"/>
    <w:rsid w:val="00340D67"/>
    <w:rsid w:val="00342ED6"/>
    <w:rsid w:val="0034499F"/>
    <w:rsid w:val="003463FF"/>
    <w:rsid w:val="00350BF1"/>
    <w:rsid w:val="00350EB5"/>
    <w:rsid w:val="00351E8A"/>
    <w:rsid w:val="00352EFB"/>
    <w:rsid w:val="00355E43"/>
    <w:rsid w:val="00366970"/>
    <w:rsid w:val="00366B87"/>
    <w:rsid w:val="00367D46"/>
    <w:rsid w:val="00372A8F"/>
    <w:rsid w:val="00372EC3"/>
    <w:rsid w:val="00376184"/>
    <w:rsid w:val="0037626E"/>
    <w:rsid w:val="0037724A"/>
    <w:rsid w:val="0038288D"/>
    <w:rsid w:val="00385AA8"/>
    <w:rsid w:val="00386C2D"/>
    <w:rsid w:val="00386FB5"/>
    <w:rsid w:val="00387855"/>
    <w:rsid w:val="00387FD5"/>
    <w:rsid w:val="00393750"/>
    <w:rsid w:val="00395836"/>
    <w:rsid w:val="0039745C"/>
    <w:rsid w:val="00397BE0"/>
    <w:rsid w:val="003D15E5"/>
    <w:rsid w:val="003D6B48"/>
    <w:rsid w:val="003D74FA"/>
    <w:rsid w:val="003D785A"/>
    <w:rsid w:val="003E2E77"/>
    <w:rsid w:val="003E7315"/>
    <w:rsid w:val="003F10B1"/>
    <w:rsid w:val="003F2853"/>
    <w:rsid w:val="003F3211"/>
    <w:rsid w:val="00403D44"/>
    <w:rsid w:val="004233E2"/>
    <w:rsid w:val="0042472A"/>
    <w:rsid w:val="00424D56"/>
    <w:rsid w:val="0042595B"/>
    <w:rsid w:val="00425B59"/>
    <w:rsid w:val="00426AB9"/>
    <w:rsid w:val="00426D80"/>
    <w:rsid w:val="0043279E"/>
    <w:rsid w:val="0043731E"/>
    <w:rsid w:val="00440BDB"/>
    <w:rsid w:val="0044390C"/>
    <w:rsid w:val="004574CD"/>
    <w:rsid w:val="00461EAA"/>
    <w:rsid w:val="004644C0"/>
    <w:rsid w:val="00465273"/>
    <w:rsid w:val="0046781A"/>
    <w:rsid w:val="004679F5"/>
    <w:rsid w:val="004709C7"/>
    <w:rsid w:val="00477B3C"/>
    <w:rsid w:val="004814BB"/>
    <w:rsid w:val="00482A81"/>
    <w:rsid w:val="00482AE0"/>
    <w:rsid w:val="00482FEF"/>
    <w:rsid w:val="00484097"/>
    <w:rsid w:val="004841B6"/>
    <w:rsid w:val="00485652"/>
    <w:rsid w:val="00486C46"/>
    <w:rsid w:val="004919C8"/>
    <w:rsid w:val="00492CC2"/>
    <w:rsid w:val="004933E3"/>
    <w:rsid w:val="004942D2"/>
    <w:rsid w:val="004A0416"/>
    <w:rsid w:val="004A2586"/>
    <w:rsid w:val="004A45A9"/>
    <w:rsid w:val="004A652D"/>
    <w:rsid w:val="004B0370"/>
    <w:rsid w:val="004B15D4"/>
    <w:rsid w:val="004B3B77"/>
    <w:rsid w:val="004B4408"/>
    <w:rsid w:val="004C23BF"/>
    <w:rsid w:val="004C686D"/>
    <w:rsid w:val="004E204F"/>
    <w:rsid w:val="004E224A"/>
    <w:rsid w:val="004E3802"/>
    <w:rsid w:val="004E4350"/>
    <w:rsid w:val="004E6F4E"/>
    <w:rsid w:val="00501691"/>
    <w:rsid w:val="00505E7A"/>
    <w:rsid w:val="005102F7"/>
    <w:rsid w:val="00515BC6"/>
    <w:rsid w:val="00520EE3"/>
    <w:rsid w:val="00523AC0"/>
    <w:rsid w:val="00524ECD"/>
    <w:rsid w:val="00526BF0"/>
    <w:rsid w:val="00532251"/>
    <w:rsid w:val="00533983"/>
    <w:rsid w:val="005339DC"/>
    <w:rsid w:val="0054071C"/>
    <w:rsid w:val="00542E05"/>
    <w:rsid w:val="00544DDD"/>
    <w:rsid w:val="00545B25"/>
    <w:rsid w:val="0055328F"/>
    <w:rsid w:val="00557EC4"/>
    <w:rsid w:val="005603ED"/>
    <w:rsid w:val="005654B6"/>
    <w:rsid w:val="005668CE"/>
    <w:rsid w:val="0056739B"/>
    <w:rsid w:val="00567EBD"/>
    <w:rsid w:val="005750EE"/>
    <w:rsid w:val="005768BC"/>
    <w:rsid w:val="0058424C"/>
    <w:rsid w:val="00586D90"/>
    <w:rsid w:val="005915A0"/>
    <w:rsid w:val="005920E4"/>
    <w:rsid w:val="005B2D4E"/>
    <w:rsid w:val="005B4401"/>
    <w:rsid w:val="005C0533"/>
    <w:rsid w:val="005C4571"/>
    <w:rsid w:val="005C7257"/>
    <w:rsid w:val="005D4D46"/>
    <w:rsid w:val="005E0501"/>
    <w:rsid w:val="005E2DEC"/>
    <w:rsid w:val="005E51CE"/>
    <w:rsid w:val="005E5291"/>
    <w:rsid w:val="005F19BE"/>
    <w:rsid w:val="005F381A"/>
    <w:rsid w:val="005F5CDC"/>
    <w:rsid w:val="00600362"/>
    <w:rsid w:val="00604FD3"/>
    <w:rsid w:val="00606D1F"/>
    <w:rsid w:val="00607EF0"/>
    <w:rsid w:val="00611DB8"/>
    <w:rsid w:val="00613C1F"/>
    <w:rsid w:val="00620362"/>
    <w:rsid w:val="00621719"/>
    <w:rsid w:val="00621B71"/>
    <w:rsid w:val="00623BBD"/>
    <w:rsid w:val="006311DE"/>
    <w:rsid w:val="00644263"/>
    <w:rsid w:val="006445A6"/>
    <w:rsid w:val="006459A8"/>
    <w:rsid w:val="006461CE"/>
    <w:rsid w:val="00650122"/>
    <w:rsid w:val="00652683"/>
    <w:rsid w:val="00652D79"/>
    <w:rsid w:val="006530D0"/>
    <w:rsid w:val="00655259"/>
    <w:rsid w:val="006561FB"/>
    <w:rsid w:val="00657569"/>
    <w:rsid w:val="00660855"/>
    <w:rsid w:val="00662D75"/>
    <w:rsid w:val="00665008"/>
    <w:rsid w:val="00680A52"/>
    <w:rsid w:val="00684682"/>
    <w:rsid w:val="00684D15"/>
    <w:rsid w:val="00686446"/>
    <w:rsid w:val="00690B5C"/>
    <w:rsid w:val="006939A9"/>
    <w:rsid w:val="0069740B"/>
    <w:rsid w:val="006A1329"/>
    <w:rsid w:val="006A2AE2"/>
    <w:rsid w:val="006A562D"/>
    <w:rsid w:val="006A6889"/>
    <w:rsid w:val="006B1551"/>
    <w:rsid w:val="006B198F"/>
    <w:rsid w:val="006B72CE"/>
    <w:rsid w:val="006C1885"/>
    <w:rsid w:val="006C1ADD"/>
    <w:rsid w:val="006C243E"/>
    <w:rsid w:val="006C2E26"/>
    <w:rsid w:val="006C3D63"/>
    <w:rsid w:val="006C65B0"/>
    <w:rsid w:val="006D2F3A"/>
    <w:rsid w:val="006D39CE"/>
    <w:rsid w:val="006D5D29"/>
    <w:rsid w:val="006D7BFF"/>
    <w:rsid w:val="006E478D"/>
    <w:rsid w:val="006F0697"/>
    <w:rsid w:val="006F1301"/>
    <w:rsid w:val="006F1EB4"/>
    <w:rsid w:val="006F228F"/>
    <w:rsid w:val="006F37CF"/>
    <w:rsid w:val="006F432C"/>
    <w:rsid w:val="00700E7A"/>
    <w:rsid w:val="00702756"/>
    <w:rsid w:val="00714E35"/>
    <w:rsid w:val="00721D19"/>
    <w:rsid w:val="00727689"/>
    <w:rsid w:val="00732B0E"/>
    <w:rsid w:val="00733374"/>
    <w:rsid w:val="0073582A"/>
    <w:rsid w:val="007359E5"/>
    <w:rsid w:val="00740198"/>
    <w:rsid w:val="00742A4F"/>
    <w:rsid w:val="007536A6"/>
    <w:rsid w:val="007555CD"/>
    <w:rsid w:val="0076275A"/>
    <w:rsid w:val="007639EB"/>
    <w:rsid w:val="00764F91"/>
    <w:rsid w:val="00765239"/>
    <w:rsid w:val="00766A48"/>
    <w:rsid w:val="00767414"/>
    <w:rsid w:val="0076760D"/>
    <w:rsid w:val="0078023E"/>
    <w:rsid w:val="007820C9"/>
    <w:rsid w:val="007825B3"/>
    <w:rsid w:val="00785388"/>
    <w:rsid w:val="00786754"/>
    <w:rsid w:val="00792209"/>
    <w:rsid w:val="0079741B"/>
    <w:rsid w:val="00797B28"/>
    <w:rsid w:val="007A00F1"/>
    <w:rsid w:val="007A2001"/>
    <w:rsid w:val="007A3960"/>
    <w:rsid w:val="007A443B"/>
    <w:rsid w:val="007A7D5D"/>
    <w:rsid w:val="007B26B1"/>
    <w:rsid w:val="007B7E39"/>
    <w:rsid w:val="007C56B5"/>
    <w:rsid w:val="007C6C87"/>
    <w:rsid w:val="007C77BE"/>
    <w:rsid w:val="007D60B5"/>
    <w:rsid w:val="007D6DCE"/>
    <w:rsid w:val="007E0FF5"/>
    <w:rsid w:val="007F1391"/>
    <w:rsid w:val="00805D9F"/>
    <w:rsid w:val="00812667"/>
    <w:rsid w:val="008162C5"/>
    <w:rsid w:val="00817799"/>
    <w:rsid w:val="008217AD"/>
    <w:rsid w:val="008320A1"/>
    <w:rsid w:val="00833931"/>
    <w:rsid w:val="008369BE"/>
    <w:rsid w:val="00837969"/>
    <w:rsid w:val="00837B34"/>
    <w:rsid w:val="008423C2"/>
    <w:rsid w:val="008446AB"/>
    <w:rsid w:val="00844A13"/>
    <w:rsid w:val="008501FC"/>
    <w:rsid w:val="00852389"/>
    <w:rsid w:val="00857DC0"/>
    <w:rsid w:val="00860B36"/>
    <w:rsid w:val="0086226A"/>
    <w:rsid w:val="00862DF2"/>
    <w:rsid w:val="0086514A"/>
    <w:rsid w:val="00871AA0"/>
    <w:rsid w:val="008745EC"/>
    <w:rsid w:val="00885625"/>
    <w:rsid w:val="008916A9"/>
    <w:rsid w:val="00893835"/>
    <w:rsid w:val="00894067"/>
    <w:rsid w:val="008953D2"/>
    <w:rsid w:val="00896447"/>
    <w:rsid w:val="00896448"/>
    <w:rsid w:val="00897F46"/>
    <w:rsid w:val="008A78E0"/>
    <w:rsid w:val="008B703C"/>
    <w:rsid w:val="008C03ED"/>
    <w:rsid w:val="008C2127"/>
    <w:rsid w:val="008D35EA"/>
    <w:rsid w:val="008D39A3"/>
    <w:rsid w:val="008D40FA"/>
    <w:rsid w:val="008D5080"/>
    <w:rsid w:val="008D744A"/>
    <w:rsid w:val="008F4FD9"/>
    <w:rsid w:val="008F7322"/>
    <w:rsid w:val="00902C09"/>
    <w:rsid w:val="009058ED"/>
    <w:rsid w:val="00923DE2"/>
    <w:rsid w:val="0092514C"/>
    <w:rsid w:val="009321BE"/>
    <w:rsid w:val="00933AD4"/>
    <w:rsid w:val="009370BE"/>
    <w:rsid w:val="009430D2"/>
    <w:rsid w:val="00960662"/>
    <w:rsid w:val="00960DA5"/>
    <w:rsid w:val="009621EB"/>
    <w:rsid w:val="00962E25"/>
    <w:rsid w:val="00965391"/>
    <w:rsid w:val="00965615"/>
    <w:rsid w:val="00965FAA"/>
    <w:rsid w:val="00966A2C"/>
    <w:rsid w:val="00967026"/>
    <w:rsid w:val="00974B37"/>
    <w:rsid w:val="00982B95"/>
    <w:rsid w:val="00983C5F"/>
    <w:rsid w:val="00983FC4"/>
    <w:rsid w:val="0098495E"/>
    <w:rsid w:val="009909ED"/>
    <w:rsid w:val="00990A03"/>
    <w:rsid w:val="0099254C"/>
    <w:rsid w:val="00997540"/>
    <w:rsid w:val="009A250D"/>
    <w:rsid w:val="009B421E"/>
    <w:rsid w:val="009B63AA"/>
    <w:rsid w:val="009B7B8A"/>
    <w:rsid w:val="009C00DD"/>
    <w:rsid w:val="009C0966"/>
    <w:rsid w:val="009C0FFE"/>
    <w:rsid w:val="009C23F2"/>
    <w:rsid w:val="009C2AA8"/>
    <w:rsid w:val="009C4CD2"/>
    <w:rsid w:val="009D2A9F"/>
    <w:rsid w:val="009D3199"/>
    <w:rsid w:val="009D359B"/>
    <w:rsid w:val="009D4C2E"/>
    <w:rsid w:val="009E5200"/>
    <w:rsid w:val="009F2850"/>
    <w:rsid w:val="00A0055A"/>
    <w:rsid w:val="00A027FD"/>
    <w:rsid w:val="00A06B8D"/>
    <w:rsid w:val="00A1014A"/>
    <w:rsid w:val="00A1530F"/>
    <w:rsid w:val="00A241C1"/>
    <w:rsid w:val="00A27287"/>
    <w:rsid w:val="00A32625"/>
    <w:rsid w:val="00A34249"/>
    <w:rsid w:val="00A352CD"/>
    <w:rsid w:val="00A354B3"/>
    <w:rsid w:val="00A3553A"/>
    <w:rsid w:val="00A43F6E"/>
    <w:rsid w:val="00A47316"/>
    <w:rsid w:val="00A52E94"/>
    <w:rsid w:val="00A5520E"/>
    <w:rsid w:val="00A56D1B"/>
    <w:rsid w:val="00A61F1C"/>
    <w:rsid w:val="00A630B0"/>
    <w:rsid w:val="00A6365C"/>
    <w:rsid w:val="00A6395F"/>
    <w:rsid w:val="00A64CD8"/>
    <w:rsid w:val="00A651AD"/>
    <w:rsid w:val="00A73CD3"/>
    <w:rsid w:val="00A74F4A"/>
    <w:rsid w:val="00A751DB"/>
    <w:rsid w:val="00A76A6D"/>
    <w:rsid w:val="00A778FE"/>
    <w:rsid w:val="00A77C92"/>
    <w:rsid w:val="00A847D8"/>
    <w:rsid w:val="00A847DF"/>
    <w:rsid w:val="00A85A43"/>
    <w:rsid w:val="00A861E5"/>
    <w:rsid w:val="00A86D82"/>
    <w:rsid w:val="00A875E7"/>
    <w:rsid w:val="00A900EB"/>
    <w:rsid w:val="00A90ED8"/>
    <w:rsid w:val="00AA2064"/>
    <w:rsid w:val="00AA3CAD"/>
    <w:rsid w:val="00AB1ED4"/>
    <w:rsid w:val="00AB3A44"/>
    <w:rsid w:val="00AC0471"/>
    <w:rsid w:val="00AC15C1"/>
    <w:rsid w:val="00AC2F19"/>
    <w:rsid w:val="00AC5C7D"/>
    <w:rsid w:val="00AD4DE9"/>
    <w:rsid w:val="00AE02E3"/>
    <w:rsid w:val="00AE1E0B"/>
    <w:rsid w:val="00AF0812"/>
    <w:rsid w:val="00AF38E9"/>
    <w:rsid w:val="00AF43DE"/>
    <w:rsid w:val="00AF44E4"/>
    <w:rsid w:val="00AF6922"/>
    <w:rsid w:val="00AF70BE"/>
    <w:rsid w:val="00B02CA2"/>
    <w:rsid w:val="00B04AB1"/>
    <w:rsid w:val="00B04EBB"/>
    <w:rsid w:val="00B0665C"/>
    <w:rsid w:val="00B068AB"/>
    <w:rsid w:val="00B070B5"/>
    <w:rsid w:val="00B071E6"/>
    <w:rsid w:val="00B24730"/>
    <w:rsid w:val="00B32451"/>
    <w:rsid w:val="00B419E9"/>
    <w:rsid w:val="00B508BF"/>
    <w:rsid w:val="00B53A55"/>
    <w:rsid w:val="00B54040"/>
    <w:rsid w:val="00B5444B"/>
    <w:rsid w:val="00B55495"/>
    <w:rsid w:val="00B55C12"/>
    <w:rsid w:val="00B6110F"/>
    <w:rsid w:val="00B6218F"/>
    <w:rsid w:val="00B6700A"/>
    <w:rsid w:val="00B7320B"/>
    <w:rsid w:val="00B74788"/>
    <w:rsid w:val="00B74C80"/>
    <w:rsid w:val="00B75FBD"/>
    <w:rsid w:val="00B7715C"/>
    <w:rsid w:val="00B8461D"/>
    <w:rsid w:val="00B85D1B"/>
    <w:rsid w:val="00B8604B"/>
    <w:rsid w:val="00B86265"/>
    <w:rsid w:val="00B875A5"/>
    <w:rsid w:val="00B90FBF"/>
    <w:rsid w:val="00B96D45"/>
    <w:rsid w:val="00BB0B1B"/>
    <w:rsid w:val="00BB3EEE"/>
    <w:rsid w:val="00BB61F2"/>
    <w:rsid w:val="00BB6856"/>
    <w:rsid w:val="00BC52FE"/>
    <w:rsid w:val="00BC6436"/>
    <w:rsid w:val="00BC6542"/>
    <w:rsid w:val="00BC6B8D"/>
    <w:rsid w:val="00BD0795"/>
    <w:rsid w:val="00BD524E"/>
    <w:rsid w:val="00BD5616"/>
    <w:rsid w:val="00BD7BA5"/>
    <w:rsid w:val="00BE44FA"/>
    <w:rsid w:val="00BF38A8"/>
    <w:rsid w:val="00BF5C38"/>
    <w:rsid w:val="00C013D6"/>
    <w:rsid w:val="00C03322"/>
    <w:rsid w:val="00C15C1E"/>
    <w:rsid w:val="00C17132"/>
    <w:rsid w:val="00C33D99"/>
    <w:rsid w:val="00C35491"/>
    <w:rsid w:val="00C403CB"/>
    <w:rsid w:val="00C464E0"/>
    <w:rsid w:val="00C46F1D"/>
    <w:rsid w:val="00C473E2"/>
    <w:rsid w:val="00C642E4"/>
    <w:rsid w:val="00C647D9"/>
    <w:rsid w:val="00C647DF"/>
    <w:rsid w:val="00C66F23"/>
    <w:rsid w:val="00C677C6"/>
    <w:rsid w:val="00C701EA"/>
    <w:rsid w:val="00C7038B"/>
    <w:rsid w:val="00C71CD8"/>
    <w:rsid w:val="00C74C61"/>
    <w:rsid w:val="00C77D87"/>
    <w:rsid w:val="00C83C6F"/>
    <w:rsid w:val="00C84F17"/>
    <w:rsid w:val="00C8501E"/>
    <w:rsid w:val="00C90FD4"/>
    <w:rsid w:val="00C92C4D"/>
    <w:rsid w:val="00C95736"/>
    <w:rsid w:val="00CA0D71"/>
    <w:rsid w:val="00CA3E32"/>
    <w:rsid w:val="00CA4283"/>
    <w:rsid w:val="00CB3EDA"/>
    <w:rsid w:val="00CC32F9"/>
    <w:rsid w:val="00CC46D8"/>
    <w:rsid w:val="00CD1C4F"/>
    <w:rsid w:val="00CD2493"/>
    <w:rsid w:val="00CD2E12"/>
    <w:rsid w:val="00CD521E"/>
    <w:rsid w:val="00CE5458"/>
    <w:rsid w:val="00CE68A2"/>
    <w:rsid w:val="00CE7905"/>
    <w:rsid w:val="00CF5008"/>
    <w:rsid w:val="00CF6EB4"/>
    <w:rsid w:val="00D008D9"/>
    <w:rsid w:val="00D02C57"/>
    <w:rsid w:val="00D04338"/>
    <w:rsid w:val="00D12456"/>
    <w:rsid w:val="00D145C6"/>
    <w:rsid w:val="00D15F53"/>
    <w:rsid w:val="00D171BB"/>
    <w:rsid w:val="00D17D35"/>
    <w:rsid w:val="00D21E37"/>
    <w:rsid w:val="00D26A13"/>
    <w:rsid w:val="00D27A29"/>
    <w:rsid w:val="00D27D60"/>
    <w:rsid w:val="00D32E9B"/>
    <w:rsid w:val="00D45940"/>
    <w:rsid w:val="00D46DE3"/>
    <w:rsid w:val="00D536F1"/>
    <w:rsid w:val="00D545F9"/>
    <w:rsid w:val="00D62C8F"/>
    <w:rsid w:val="00D630AE"/>
    <w:rsid w:val="00D64A76"/>
    <w:rsid w:val="00D65164"/>
    <w:rsid w:val="00D66992"/>
    <w:rsid w:val="00D7118E"/>
    <w:rsid w:val="00D729AA"/>
    <w:rsid w:val="00D73DF7"/>
    <w:rsid w:val="00D75AA2"/>
    <w:rsid w:val="00D75DE2"/>
    <w:rsid w:val="00D75E4B"/>
    <w:rsid w:val="00D80C58"/>
    <w:rsid w:val="00D8206E"/>
    <w:rsid w:val="00D827DF"/>
    <w:rsid w:val="00D876EE"/>
    <w:rsid w:val="00D93DAA"/>
    <w:rsid w:val="00D9533A"/>
    <w:rsid w:val="00D96C4E"/>
    <w:rsid w:val="00D96F03"/>
    <w:rsid w:val="00DA3727"/>
    <w:rsid w:val="00DA7D61"/>
    <w:rsid w:val="00DB1987"/>
    <w:rsid w:val="00DB2862"/>
    <w:rsid w:val="00DB36E2"/>
    <w:rsid w:val="00DB39FD"/>
    <w:rsid w:val="00DD3561"/>
    <w:rsid w:val="00DE037E"/>
    <w:rsid w:val="00DE129C"/>
    <w:rsid w:val="00DE2805"/>
    <w:rsid w:val="00DE7274"/>
    <w:rsid w:val="00DF392A"/>
    <w:rsid w:val="00DF41DC"/>
    <w:rsid w:val="00DF652D"/>
    <w:rsid w:val="00DF7AA6"/>
    <w:rsid w:val="00E05D3E"/>
    <w:rsid w:val="00E0695C"/>
    <w:rsid w:val="00E11ACF"/>
    <w:rsid w:val="00E170B6"/>
    <w:rsid w:val="00E251A7"/>
    <w:rsid w:val="00E274E7"/>
    <w:rsid w:val="00E330E5"/>
    <w:rsid w:val="00E37EA3"/>
    <w:rsid w:val="00E43F36"/>
    <w:rsid w:val="00E46547"/>
    <w:rsid w:val="00E523A7"/>
    <w:rsid w:val="00E52DED"/>
    <w:rsid w:val="00E54663"/>
    <w:rsid w:val="00E5681A"/>
    <w:rsid w:val="00E56F3A"/>
    <w:rsid w:val="00E6003C"/>
    <w:rsid w:val="00E63B8B"/>
    <w:rsid w:val="00E63C28"/>
    <w:rsid w:val="00E6414A"/>
    <w:rsid w:val="00E71AF9"/>
    <w:rsid w:val="00E7206C"/>
    <w:rsid w:val="00E80B91"/>
    <w:rsid w:val="00E8530B"/>
    <w:rsid w:val="00E8740C"/>
    <w:rsid w:val="00E87D34"/>
    <w:rsid w:val="00E934D9"/>
    <w:rsid w:val="00E94A16"/>
    <w:rsid w:val="00EA070B"/>
    <w:rsid w:val="00EB0B95"/>
    <w:rsid w:val="00EB1057"/>
    <w:rsid w:val="00EC0058"/>
    <w:rsid w:val="00EC5A3F"/>
    <w:rsid w:val="00ED49AB"/>
    <w:rsid w:val="00EE01EE"/>
    <w:rsid w:val="00EE2C8B"/>
    <w:rsid w:val="00EE2F88"/>
    <w:rsid w:val="00EE30C9"/>
    <w:rsid w:val="00EE48EC"/>
    <w:rsid w:val="00EE5BE0"/>
    <w:rsid w:val="00EF10DD"/>
    <w:rsid w:val="00EF2169"/>
    <w:rsid w:val="00EF2623"/>
    <w:rsid w:val="00EF73C5"/>
    <w:rsid w:val="00F06DB4"/>
    <w:rsid w:val="00F10CE9"/>
    <w:rsid w:val="00F134A6"/>
    <w:rsid w:val="00F15581"/>
    <w:rsid w:val="00F178F4"/>
    <w:rsid w:val="00F21FC0"/>
    <w:rsid w:val="00F31CA1"/>
    <w:rsid w:val="00F425F9"/>
    <w:rsid w:val="00F42795"/>
    <w:rsid w:val="00F430B9"/>
    <w:rsid w:val="00F44E48"/>
    <w:rsid w:val="00F472AB"/>
    <w:rsid w:val="00F473E7"/>
    <w:rsid w:val="00F4772B"/>
    <w:rsid w:val="00F53E1D"/>
    <w:rsid w:val="00F60CDB"/>
    <w:rsid w:val="00F62C56"/>
    <w:rsid w:val="00F6343D"/>
    <w:rsid w:val="00F64F58"/>
    <w:rsid w:val="00F65F35"/>
    <w:rsid w:val="00F66D81"/>
    <w:rsid w:val="00F67779"/>
    <w:rsid w:val="00F70DAA"/>
    <w:rsid w:val="00F72916"/>
    <w:rsid w:val="00F7395E"/>
    <w:rsid w:val="00F82F88"/>
    <w:rsid w:val="00F839EC"/>
    <w:rsid w:val="00F90763"/>
    <w:rsid w:val="00F90BF5"/>
    <w:rsid w:val="00F91DDD"/>
    <w:rsid w:val="00F9240A"/>
    <w:rsid w:val="00FA4DAD"/>
    <w:rsid w:val="00FA5034"/>
    <w:rsid w:val="00FA68A8"/>
    <w:rsid w:val="00FA6D89"/>
    <w:rsid w:val="00FA7A94"/>
    <w:rsid w:val="00FA7D65"/>
    <w:rsid w:val="00FB6A84"/>
    <w:rsid w:val="00FC3458"/>
    <w:rsid w:val="00FC3CC8"/>
    <w:rsid w:val="00FC4A3B"/>
    <w:rsid w:val="00FC7936"/>
    <w:rsid w:val="00FD070F"/>
    <w:rsid w:val="00FD43F9"/>
    <w:rsid w:val="00FD5A46"/>
    <w:rsid w:val="00FE5974"/>
    <w:rsid w:val="00FF19F3"/>
    <w:rsid w:val="00FF2166"/>
    <w:rsid w:val="00FF3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A86"/>
    <w:pPr>
      <w:spacing w:line="276" w:lineRule="auto"/>
      <w:jc w:val="both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023E"/>
    <w:pPr>
      <w:keepNext/>
      <w:spacing w:line="240" w:lineRule="auto"/>
      <w:outlineLvl w:val="0"/>
    </w:pPr>
    <w:rPr>
      <w:rFonts w:ascii="Times New Roman" w:hAnsi="Times New Roman"/>
      <w:b/>
      <w:sz w:val="20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7023E"/>
    <w:rPr>
      <w:rFonts w:ascii="Times New Roman" w:hAnsi="Times New Roman" w:cs="Times New Roman"/>
      <w:b/>
      <w:sz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F0D60"/>
    <w:pPr>
      <w:spacing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F0D60"/>
    <w:rPr>
      <w:rFonts w:ascii="Tahoma" w:hAnsi="Tahoma" w:cs="Times New Roman"/>
      <w:sz w:val="16"/>
    </w:rPr>
  </w:style>
  <w:style w:type="paragraph" w:customStyle="1" w:styleId="ConsNormal">
    <w:name w:val="ConsNormal"/>
    <w:uiPriority w:val="99"/>
    <w:rsid w:val="005915A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5915A0"/>
    <w:pPr>
      <w:ind w:left="720"/>
      <w:contextualSpacing/>
    </w:pPr>
  </w:style>
  <w:style w:type="paragraph" w:customStyle="1" w:styleId="western">
    <w:name w:val="western"/>
    <w:basedOn w:val="Normal"/>
    <w:link w:val="western0"/>
    <w:uiPriority w:val="99"/>
    <w:rsid w:val="001135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0"/>
      <w:lang w:eastAsia="ru-RU"/>
    </w:rPr>
  </w:style>
  <w:style w:type="character" w:customStyle="1" w:styleId="western0">
    <w:name w:val="western Знак"/>
    <w:link w:val="western"/>
    <w:uiPriority w:val="99"/>
    <w:locked/>
    <w:rsid w:val="00113509"/>
    <w:rPr>
      <w:rFonts w:ascii="Times New Roman" w:hAnsi="Times New Roman"/>
      <w:sz w:val="24"/>
      <w:lang w:eastAsia="ru-RU"/>
    </w:rPr>
  </w:style>
  <w:style w:type="table" w:styleId="TableGrid">
    <w:name w:val="Table Grid"/>
    <w:basedOn w:val="TableNormal"/>
    <w:uiPriority w:val="99"/>
    <w:rsid w:val="0073582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729A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729AA"/>
    <w:rPr>
      <w:rFonts w:cs="Times New Roman"/>
    </w:rPr>
  </w:style>
  <w:style w:type="paragraph" w:customStyle="1" w:styleId="1">
    <w:name w:val="1 Знак"/>
    <w:basedOn w:val="Normal"/>
    <w:uiPriority w:val="99"/>
    <w:rsid w:val="001B7930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uiPriority w:val="99"/>
    <w:rsid w:val="00E52DED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a">
    <w:name w:val="Гипертекстовая ссылка"/>
    <w:uiPriority w:val="99"/>
    <w:rsid w:val="00E52DED"/>
    <w:rPr>
      <w:b/>
      <w:color w:val="106BBE"/>
      <w:sz w:val="26"/>
    </w:rPr>
  </w:style>
  <w:style w:type="character" w:customStyle="1" w:styleId="fontstyle01">
    <w:name w:val="fontstyle01"/>
    <w:uiPriority w:val="99"/>
    <w:rsid w:val="00DE037E"/>
    <w:rPr>
      <w:rFonts w:ascii="Times New Roman" w:hAnsi="Times New Roman"/>
      <w:color w:val="000000"/>
      <w:sz w:val="24"/>
    </w:rPr>
  </w:style>
  <w:style w:type="paragraph" w:customStyle="1" w:styleId="a0">
    <w:name w:val="Нормальный (таблица)"/>
    <w:basedOn w:val="Normal"/>
    <w:next w:val="Normal"/>
    <w:uiPriority w:val="99"/>
    <w:rsid w:val="006A562D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1">
    <w:name w:val="Прижатый влево"/>
    <w:basedOn w:val="Normal"/>
    <w:next w:val="Normal"/>
    <w:uiPriority w:val="99"/>
    <w:rsid w:val="006A562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11A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2">
    <w:name w:val="Таблицы (моноширинный)"/>
    <w:basedOn w:val="Normal"/>
    <w:next w:val="Normal"/>
    <w:uiPriority w:val="99"/>
    <w:rsid w:val="00311AC1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a3">
    <w:name w:val="Не вступил в силу"/>
    <w:uiPriority w:val="99"/>
    <w:rsid w:val="00311AC1"/>
    <w:rPr>
      <w:b/>
      <w:color w:val="000000"/>
      <w:sz w:val="26"/>
      <w:shd w:val="clear" w:color="auto" w:fill="D8EDE8"/>
    </w:rPr>
  </w:style>
  <w:style w:type="character" w:customStyle="1" w:styleId="a4">
    <w:name w:val="Цветовое выделение"/>
    <w:uiPriority w:val="99"/>
    <w:rsid w:val="00B875A5"/>
    <w:rPr>
      <w:b/>
      <w:color w:val="26282F"/>
      <w:sz w:val="26"/>
    </w:rPr>
  </w:style>
  <w:style w:type="character" w:customStyle="1" w:styleId="FontStyle12">
    <w:name w:val="Font Style12"/>
    <w:uiPriority w:val="99"/>
    <w:rsid w:val="008D39A3"/>
    <w:rPr>
      <w:rFonts w:ascii="Times New Roman" w:hAnsi="Times New Roman"/>
      <w:b/>
      <w:sz w:val="18"/>
    </w:rPr>
  </w:style>
  <w:style w:type="character" w:customStyle="1" w:styleId="ConsPlusNormal0">
    <w:name w:val="ConsPlusNormal Знак"/>
    <w:link w:val="ConsPlusNormal"/>
    <w:uiPriority w:val="99"/>
    <w:locked/>
    <w:rsid w:val="0099254C"/>
    <w:rPr>
      <w:rFonts w:ascii="Arial" w:hAnsi="Arial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57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368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57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203</TotalTime>
  <Pages>3</Pages>
  <Words>277</Words>
  <Characters>1579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Карельская</dc:creator>
  <cp:keywords/>
  <dc:description/>
  <cp:lastModifiedBy>Вероника</cp:lastModifiedBy>
  <cp:revision>17</cp:revision>
  <cp:lastPrinted>2023-05-17T13:26:00Z</cp:lastPrinted>
  <dcterms:created xsi:type="dcterms:W3CDTF">2022-11-09T13:49:00Z</dcterms:created>
  <dcterms:modified xsi:type="dcterms:W3CDTF">2023-05-17T13:29:00Z</dcterms:modified>
</cp:coreProperties>
</file>